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B3AD43" w14:textId="7A4D8FE2" w:rsidR="00440EFD" w:rsidRDefault="00103C6D" w:rsidP="00440EFD">
      <w:pPr>
        <w:rPr>
          <w:noProof/>
        </w:rPr>
      </w:pPr>
      <w:r>
        <w:rPr>
          <w:noProof/>
        </w:rPr>
        <w:t>Příloha č.</w:t>
      </w:r>
      <w:r w:rsidR="00A47E56">
        <w:rPr>
          <w:noProof/>
        </w:rPr>
        <w:t xml:space="preserve"> </w:t>
      </w:r>
      <w:r w:rsidR="00BE1730">
        <w:rPr>
          <w:noProof/>
        </w:rPr>
        <w:t>5</w:t>
      </w:r>
      <w:r>
        <w:rPr>
          <w:noProof/>
        </w:rPr>
        <w:t xml:space="preserve"> Smlouvy</w:t>
      </w:r>
    </w:p>
    <w:p w14:paraId="790AA9EB" w14:textId="77777777" w:rsidR="00440EFD" w:rsidRDefault="00440EFD" w:rsidP="00440EFD"/>
    <w:p w14:paraId="2925A09F" w14:textId="00533863" w:rsidR="00440EFD" w:rsidRDefault="00B468F5" w:rsidP="00440EFD">
      <w:pPr>
        <w:pStyle w:val="Nadpis1"/>
        <w:rPr>
          <w:lang w:eastAsia="cs-CZ" w:bidi="cs-CZ"/>
        </w:rPr>
      </w:pPr>
      <w:r>
        <w:rPr>
          <w:lang w:eastAsia="cs-CZ" w:bidi="cs-CZ"/>
        </w:rPr>
        <w:t>Poddodavatelé</w:t>
      </w:r>
    </w:p>
    <w:p w14:paraId="2582F348" w14:textId="77777777" w:rsidR="00A47E56" w:rsidRPr="001B629E" w:rsidRDefault="00A47E56" w:rsidP="00A47E56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2BBBD92A" w14:textId="77777777" w:rsidR="00A47E56" w:rsidRPr="001B629E" w:rsidRDefault="00A47E56" w:rsidP="00A47E56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6086E916" w14:textId="77777777" w:rsidR="00A47E56" w:rsidRPr="001B629E" w:rsidRDefault="00A47E56" w:rsidP="00A47E56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A47E56" w:rsidRPr="00FF65DD" w14:paraId="13AA7A53" w14:textId="77777777" w:rsidTr="006F78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32A8E01D" w14:textId="77777777" w:rsidR="00A47E56" w:rsidRPr="001B629E" w:rsidRDefault="00A47E56" w:rsidP="00A47E56">
            <w:pPr>
              <w:numPr>
                <w:ilvl w:val="0"/>
                <w:numId w:val="40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A47E56" w:rsidRPr="00FF65DD" w14:paraId="7D4C8662" w14:textId="77777777" w:rsidTr="006F78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0E238810" w14:textId="77777777" w:rsidR="00A47E56" w:rsidRPr="001B629E" w:rsidRDefault="00A47E56" w:rsidP="00A47E56">
            <w:pPr>
              <w:numPr>
                <w:ilvl w:val="0"/>
                <w:numId w:val="40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0427935A" w14:textId="77777777" w:rsidR="00A47E56" w:rsidRPr="001B629E" w:rsidRDefault="00A47E56" w:rsidP="00A47E56">
            <w:pPr>
              <w:numPr>
                <w:ilvl w:val="0"/>
                <w:numId w:val="40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A47E56" w:rsidRPr="00FF65DD" w14:paraId="654A21DB" w14:textId="77777777" w:rsidTr="006F78F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BCC619F" w14:textId="77777777" w:rsidR="00A47E56" w:rsidRPr="001B629E" w:rsidRDefault="00A47E56" w:rsidP="00A47E56">
            <w:pPr>
              <w:numPr>
                <w:ilvl w:val="0"/>
                <w:numId w:val="40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ACA130F" w14:textId="77777777" w:rsidR="00A47E56" w:rsidRPr="001B629E" w:rsidRDefault="00A47E56" w:rsidP="00A47E56">
            <w:pPr>
              <w:numPr>
                <w:ilvl w:val="0"/>
                <w:numId w:val="40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6801AEB1" w14:textId="77777777" w:rsidR="00A47E56" w:rsidRPr="001B629E" w:rsidRDefault="00A47E56" w:rsidP="00A47E56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07E11B0A" w14:textId="751197DB" w:rsidR="00246CA1" w:rsidRDefault="00246CA1" w:rsidP="00246CA1">
      <w:pPr>
        <w:rPr>
          <w:lang w:eastAsia="cs-CZ" w:bidi="cs-CZ"/>
        </w:rPr>
      </w:pPr>
      <w:bookmarkStart w:id="0" w:name="_GoBack"/>
      <w:bookmarkEnd w:id="0"/>
    </w:p>
    <w:sectPr w:rsidR="00246CA1" w:rsidSect="00440EF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83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480B80" w14:textId="77777777" w:rsidR="006B2A69" w:rsidRDefault="006B2A69" w:rsidP="00962258">
      <w:pPr>
        <w:spacing w:after="0" w:line="240" w:lineRule="auto"/>
      </w:pPr>
      <w:r>
        <w:separator/>
      </w:r>
    </w:p>
  </w:endnote>
  <w:endnote w:type="continuationSeparator" w:id="0">
    <w:p w14:paraId="5D333BA2" w14:textId="77777777" w:rsidR="006B2A69" w:rsidRDefault="006B2A6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15A99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15883EE" w:rsidR="00A15A99" w:rsidRPr="00B8518B" w:rsidRDefault="00A15A99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68F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468F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A15A99" w:rsidRDefault="00A15A99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A15A99" w:rsidRDefault="00A15A99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A15A99" w:rsidRDefault="00A15A99" w:rsidP="00D831A3">
          <w:pPr>
            <w:pStyle w:val="Zpat"/>
          </w:pPr>
        </w:p>
      </w:tc>
    </w:tr>
  </w:tbl>
  <w:p w14:paraId="1E3097F2" w14:textId="77777777" w:rsidR="00A15A99" w:rsidRPr="00B8518B" w:rsidRDefault="00A15A99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58FB1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FC585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15A99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21200377" w:rsidR="00A15A99" w:rsidRPr="00B8518B" w:rsidRDefault="00A15A9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47E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7E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A15A99" w:rsidRDefault="00A15A99" w:rsidP="00460660">
          <w:pPr>
            <w:pStyle w:val="Zpat"/>
          </w:pPr>
          <w:r>
            <w:t>Správa železnic, státní organizace</w:t>
          </w:r>
        </w:p>
        <w:p w14:paraId="33E9DE50" w14:textId="77777777" w:rsidR="00A15A99" w:rsidRDefault="00A15A9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A15A99" w:rsidRDefault="00A15A99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A15A99" w:rsidRDefault="00A15A99" w:rsidP="00460660">
          <w:pPr>
            <w:pStyle w:val="Zpat"/>
          </w:pPr>
          <w:r>
            <w:t>IČO: 709 94 234 DIČ: CZ 709 94 234</w:t>
          </w:r>
        </w:p>
        <w:p w14:paraId="5FB2C527" w14:textId="77777777" w:rsidR="00A15A99" w:rsidRDefault="00A15A99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842531D" w14:textId="77777777" w:rsidR="00A15A99" w:rsidRDefault="00A15A99" w:rsidP="00460660">
          <w:pPr>
            <w:pStyle w:val="Zpat"/>
          </w:pPr>
        </w:p>
      </w:tc>
    </w:tr>
  </w:tbl>
  <w:p w14:paraId="42F491F0" w14:textId="77777777" w:rsidR="00A15A99" w:rsidRPr="00B8518B" w:rsidRDefault="00A15A9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6AE30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40281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A15A99" w:rsidRPr="00460660" w:rsidRDefault="00A15A9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5A6C6A" w14:textId="77777777" w:rsidR="006B2A69" w:rsidRDefault="006B2A69" w:rsidP="00962258">
      <w:pPr>
        <w:spacing w:after="0" w:line="240" w:lineRule="auto"/>
      </w:pPr>
      <w:r>
        <w:separator/>
      </w:r>
    </w:p>
  </w:footnote>
  <w:footnote w:type="continuationSeparator" w:id="0">
    <w:p w14:paraId="39304B63" w14:textId="77777777" w:rsidR="006B2A69" w:rsidRDefault="006B2A6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15A99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A15A99" w:rsidRPr="00B8518B" w:rsidRDefault="00A15A9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A15A99" w:rsidRDefault="00A15A9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A15A99" w:rsidRPr="00D6163D" w:rsidRDefault="00A15A99" w:rsidP="00D6163D">
          <w:pPr>
            <w:pStyle w:val="Druhdokumentu"/>
          </w:pPr>
        </w:p>
      </w:tc>
    </w:tr>
  </w:tbl>
  <w:p w14:paraId="4E88F22E" w14:textId="77777777" w:rsidR="00A15A99" w:rsidRPr="00D6163D" w:rsidRDefault="00A15A9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15A99" w14:paraId="4BDC1E36" w14:textId="77777777" w:rsidTr="00440EFD">
      <w:trPr>
        <w:trHeight w:hRule="exact" w:val="319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A15A99" w:rsidRPr="00B8518B" w:rsidRDefault="00A15A9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A15A99" w:rsidRDefault="00A15A9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A15A99" w:rsidRPr="00D6163D" w:rsidRDefault="00A15A99" w:rsidP="00FC6389">
          <w:pPr>
            <w:pStyle w:val="Druhdokumentu"/>
          </w:pPr>
        </w:p>
      </w:tc>
    </w:tr>
    <w:tr w:rsidR="00A15A99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A15A99" w:rsidRPr="00B8518B" w:rsidRDefault="00A15A9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A15A99" w:rsidRDefault="00A15A9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A15A99" w:rsidRPr="00D6163D" w:rsidRDefault="00A15A99" w:rsidP="00FC6389">
          <w:pPr>
            <w:pStyle w:val="Druhdokumentu"/>
          </w:pPr>
        </w:p>
      </w:tc>
    </w:tr>
  </w:tbl>
  <w:p w14:paraId="256161A2" w14:textId="77777777" w:rsidR="00A15A99" w:rsidRPr="00D6163D" w:rsidRDefault="00A15A99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A15A99" w:rsidRPr="00460660" w:rsidRDefault="00A15A9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F875F27"/>
    <w:multiLevelType w:val="hybridMultilevel"/>
    <w:tmpl w:val="9820A98A"/>
    <w:lvl w:ilvl="0" w:tplc="70E20B9C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219197C"/>
    <w:multiLevelType w:val="hybridMultilevel"/>
    <w:tmpl w:val="775A593C"/>
    <w:lvl w:ilvl="0" w:tplc="E0662C66">
      <w:start w:val="1"/>
      <w:numFmt w:val="decimal"/>
      <w:pStyle w:val="Odstavec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38432DCA"/>
    <w:multiLevelType w:val="hybridMultilevel"/>
    <w:tmpl w:val="1A5462B2"/>
    <w:lvl w:ilvl="0" w:tplc="6BD8D2F2">
      <w:start w:val="3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9C5D27"/>
    <w:multiLevelType w:val="hybridMultilevel"/>
    <w:tmpl w:val="108E54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781FE0">
      <w:numFmt w:val="bullet"/>
      <w:lvlText w:val="·"/>
      <w:lvlJc w:val="left"/>
      <w:pPr>
        <w:ind w:left="1710" w:hanging="630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E40B3F"/>
    <w:multiLevelType w:val="hybridMultilevel"/>
    <w:tmpl w:val="4BD215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5"/>
  </w:num>
  <w:num w:numId="6">
    <w:abstractNumId w:val="6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4"/>
  </w:num>
  <w:num w:numId="17">
    <w:abstractNumId w:val="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6"/>
  </w:num>
  <w:num w:numId="23">
    <w:abstractNumId w:val="2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4"/>
  </w:num>
  <w:num w:numId="29">
    <w:abstractNumId w:val="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3"/>
  </w:num>
  <w:num w:numId="35">
    <w:abstractNumId w:val="12"/>
  </w:num>
  <w:num w:numId="3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</w:num>
  <w:num w:numId="38">
    <w:abstractNumId w:val="11"/>
  </w:num>
  <w:num w:numId="39">
    <w:abstractNumId w:val="7"/>
  </w:num>
  <w:num w:numId="4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440FC"/>
    <w:rsid w:val="00046330"/>
    <w:rsid w:val="00070DFD"/>
    <w:rsid w:val="0007269D"/>
    <w:rsid w:val="00072C1E"/>
    <w:rsid w:val="000810D4"/>
    <w:rsid w:val="000B20E8"/>
    <w:rsid w:val="000C1258"/>
    <w:rsid w:val="000E23A7"/>
    <w:rsid w:val="000E793E"/>
    <w:rsid w:val="001017D9"/>
    <w:rsid w:val="00103C6D"/>
    <w:rsid w:val="0010693F"/>
    <w:rsid w:val="00114472"/>
    <w:rsid w:val="00145DE3"/>
    <w:rsid w:val="001470A1"/>
    <w:rsid w:val="00153962"/>
    <w:rsid w:val="001550BC"/>
    <w:rsid w:val="0015679E"/>
    <w:rsid w:val="001605B9"/>
    <w:rsid w:val="00170EC5"/>
    <w:rsid w:val="001747C1"/>
    <w:rsid w:val="001751B9"/>
    <w:rsid w:val="00184743"/>
    <w:rsid w:val="001A7469"/>
    <w:rsid w:val="001C423D"/>
    <w:rsid w:val="001E4D29"/>
    <w:rsid w:val="00207DF5"/>
    <w:rsid w:val="002100F0"/>
    <w:rsid w:val="00246CA1"/>
    <w:rsid w:val="0024751B"/>
    <w:rsid w:val="00280E07"/>
    <w:rsid w:val="002C31BF"/>
    <w:rsid w:val="002D08B1"/>
    <w:rsid w:val="002D7CB8"/>
    <w:rsid w:val="002E0CD7"/>
    <w:rsid w:val="00313F31"/>
    <w:rsid w:val="00326165"/>
    <w:rsid w:val="00341DCF"/>
    <w:rsid w:val="00357BC6"/>
    <w:rsid w:val="00363171"/>
    <w:rsid w:val="00370392"/>
    <w:rsid w:val="00370B9C"/>
    <w:rsid w:val="003956C6"/>
    <w:rsid w:val="003C4FBB"/>
    <w:rsid w:val="003E50D8"/>
    <w:rsid w:val="00406630"/>
    <w:rsid w:val="0044079A"/>
    <w:rsid w:val="00440EFD"/>
    <w:rsid w:val="00441430"/>
    <w:rsid w:val="00444D8D"/>
    <w:rsid w:val="00450F07"/>
    <w:rsid w:val="00453CD3"/>
    <w:rsid w:val="00460660"/>
    <w:rsid w:val="00486107"/>
    <w:rsid w:val="00490C11"/>
    <w:rsid w:val="00491827"/>
    <w:rsid w:val="00495252"/>
    <w:rsid w:val="004A7310"/>
    <w:rsid w:val="004B348C"/>
    <w:rsid w:val="004C2C52"/>
    <w:rsid w:val="004C4399"/>
    <w:rsid w:val="004C787C"/>
    <w:rsid w:val="004D01B0"/>
    <w:rsid w:val="004E143C"/>
    <w:rsid w:val="004E3A53"/>
    <w:rsid w:val="004E4206"/>
    <w:rsid w:val="004F20BC"/>
    <w:rsid w:val="004F4545"/>
    <w:rsid w:val="004F4B9B"/>
    <w:rsid w:val="004F69EA"/>
    <w:rsid w:val="00511AB9"/>
    <w:rsid w:val="00517026"/>
    <w:rsid w:val="00523EA7"/>
    <w:rsid w:val="00530234"/>
    <w:rsid w:val="00553375"/>
    <w:rsid w:val="00557C28"/>
    <w:rsid w:val="00564B35"/>
    <w:rsid w:val="005678CB"/>
    <w:rsid w:val="005736B7"/>
    <w:rsid w:val="00575E5A"/>
    <w:rsid w:val="00596932"/>
    <w:rsid w:val="005B2417"/>
    <w:rsid w:val="005B5077"/>
    <w:rsid w:val="005B6196"/>
    <w:rsid w:val="005C4D03"/>
    <w:rsid w:val="005C620F"/>
    <w:rsid w:val="005F1404"/>
    <w:rsid w:val="005F234A"/>
    <w:rsid w:val="005F5AD2"/>
    <w:rsid w:val="0061068E"/>
    <w:rsid w:val="00614392"/>
    <w:rsid w:val="00632E31"/>
    <w:rsid w:val="006558E5"/>
    <w:rsid w:val="00660AD3"/>
    <w:rsid w:val="00677B7F"/>
    <w:rsid w:val="00683560"/>
    <w:rsid w:val="006A5570"/>
    <w:rsid w:val="006A689C"/>
    <w:rsid w:val="006B2A69"/>
    <w:rsid w:val="006B3D79"/>
    <w:rsid w:val="006D6D6A"/>
    <w:rsid w:val="006D7AFE"/>
    <w:rsid w:val="006E0578"/>
    <w:rsid w:val="006E314D"/>
    <w:rsid w:val="00710723"/>
    <w:rsid w:val="00723ED1"/>
    <w:rsid w:val="007341BA"/>
    <w:rsid w:val="00743525"/>
    <w:rsid w:val="00746452"/>
    <w:rsid w:val="0076286B"/>
    <w:rsid w:val="00766846"/>
    <w:rsid w:val="0077673A"/>
    <w:rsid w:val="0078451F"/>
    <w:rsid w:val="007846E1"/>
    <w:rsid w:val="00784D58"/>
    <w:rsid w:val="007B570C"/>
    <w:rsid w:val="007B7E0E"/>
    <w:rsid w:val="007C589B"/>
    <w:rsid w:val="007D0DC1"/>
    <w:rsid w:val="007E39CA"/>
    <w:rsid w:val="007E4815"/>
    <w:rsid w:val="007E4A6E"/>
    <w:rsid w:val="007F56A7"/>
    <w:rsid w:val="007F67D2"/>
    <w:rsid w:val="007F7978"/>
    <w:rsid w:val="00807DD0"/>
    <w:rsid w:val="00857115"/>
    <w:rsid w:val="008659F3"/>
    <w:rsid w:val="00885B57"/>
    <w:rsid w:val="00886D4B"/>
    <w:rsid w:val="00895406"/>
    <w:rsid w:val="008A3568"/>
    <w:rsid w:val="008D03B9"/>
    <w:rsid w:val="008F18D6"/>
    <w:rsid w:val="00900EC9"/>
    <w:rsid w:val="00904780"/>
    <w:rsid w:val="00922385"/>
    <w:rsid w:val="009223DF"/>
    <w:rsid w:val="00923DE9"/>
    <w:rsid w:val="00935E1D"/>
    <w:rsid w:val="00936091"/>
    <w:rsid w:val="00940D8A"/>
    <w:rsid w:val="0095055D"/>
    <w:rsid w:val="00960F49"/>
    <w:rsid w:val="00962258"/>
    <w:rsid w:val="009657A3"/>
    <w:rsid w:val="009678B7"/>
    <w:rsid w:val="009728C8"/>
    <w:rsid w:val="009833E1"/>
    <w:rsid w:val="00992D9C"/>
    <w:rsid w:val="00996CB8"/>
    <w:rsid w:val="009A16E6"/>
    <w:rsid w:val="009B14A9"/>
    <w:rsid w:val="009B2E97"/>
    <w:rsid w:val="009C6BF7"/>
    <w:rsid w:val="009E07F4"/>
    <w:rsid w:val="009F392E"/>
    <w:rsid w:val="00A15A99"/>
    <w:rsid w:val="00A42FFB"/>
    <w:rsid w:val="00A47E56"/>
    <w:rsid w:val="00A6177B"/>
    <w:rsid w:val="00A6597F"/>
    <w:rsid w:val="00A66136"/>
    <w:rsid w:val="00A75ED3"/>
    <w:rsid w:val="00A762CF"/>
    <w:rsid w:val="00A96F3E"/>
    <w:rsid w:val="00AA4CBB"/>
    <w:rsid w:val="00AA65FA"/>
    <w:rsid w:val="00AA7351"/>
    <w:rsid w:val="00AA759D"/>
    <w:rsid w:val="00AB5BC7"/>
    <w:rsid w:val="00AD056F"/>
    <w:rsid w:val="00AD6731"/>
    <w:rsid w:val="00AE3D72"/>
    <w:rsid w:val="00AF22DE"/>
    <w:rsid w:val="00B15D0D"/>
    <w:rsid w:val="00B3688D"/>
    <w:rsid w:val="00B43227"/>
    <w:rsid w:val="00B468F5"/>
    <w:rsid w:val="00B630D0"/>
    <w:rsid w:val="00B63139"/>
    <w:rsid w:val="00B75EE1"/>
    <w:rsid w:val="00B7665D"/>
    <w:rsid w:val="00B77481"/>
    <w:rsid w:val="00B8518B"/>
    <w:rsid w:val="00BD7E91"/>
    <w:rsid w:val="00BE1730"/>
    <w:rsid w:val="00BF0B9C"/>
    <w:rsid w:val="00C02D0A"/>
    <w:rsid w:val="00C03A6E"/>
    <w:rsid w:val="00C23AB8"/>
    <w:rsid w:val="00C320C9"/>
    <w:rsid w:val="00C44F6A"/>
    <w:rsid w:val="00C4616A"/>
    <w:rsid w:val="00C47AE3"/>
    <w:rsid w:val="00C7622B"/>
    <w:rsid w:val="00CA1DAA"/>
    <w:rsid w:val="00CB54E1"/>
    <w:rsid w:val="00CD00FC"/>
    <w:rsid w:val="00CD0444"/>
    <w:rsid w:val="00CD1FC4"/>
    <w:rsid w:val="00D21061"/>
    <w:rsid w:val="00D211B4"/>
    <w:rsid w:val="00D21899"/>
    <w:rsid w:val="00D31334"/>
    <w:rsid w:val="00D36FFC"/>
    <w:rsid w:val="00D4091A"/>
    <w:rsid w:val="00D4108E"/>
    <w:rsid w:val="00D51B13"/>
    <w:rsid w:val="00D534ED"/>
    <w:rsid w:val="00D6163D"/>
    <w:rsid w:val="00D73D46"/>
    <w:rsid w:val="00D831A3"/>
    <w:rsid w:val="00DC75F3"/>
    <w:rsid w:val="00DD0DA9"/>
    <w:rsid w:val="00DD46F3"/>
    <w:rsid w:val="00DE56F2"/>
    <w:rsid w:val="00DF116D"/>
    <w:rsid w:val="00DF696C"/>
    <w:rsid w:val="00E36C4A"/>
    <w:rsid w:val="00E37A54"/>
    <w:rsid w:val="00E37E9E"/>
    <w:rsid w:val="00E44D0A"/>
    <w:rsid w:val="00E457EF"/>
    <w:rsid w:val="00E82BDE"/>
    <w:rsid w:val="00E94A39"/>
    <w:rsid w:val="00EB104F"/>
    <w:rsid w:val="00ED14BD"/>
    <w:rsid w:val="00EE6180"/>
    <w:rsid w:val="00EF1E5D"/>
    <w:rsid w:val="00F0533E"/>
    <w:rsid w:val="00F1048D"/>
    <w:rsid w:val="00F12DEC"/>
    <w:rsid w:val="00F1715C"/>
    <w:rsid w:val="00F26653"/>
    <w:rsid w:val="00F30B94"/>
    <w:rsid w:val="00F310F8"/>
    <w:rsid w:val="00F35939"/>
    <w:rsid w:val="00F45607"/>
    <w:rsid w:val="00F5558F"/>
    <w:rsid w:val="00F659EB"/>
    <w:rsid w:val="00F86BA6"/>
    <w:rsid w:val="00F93CA2"/>
    <w:rsid w:val="00FB06A3"/>
    <w:rsid w:val="00FC6389"/>
    <w:rsid w:val="00FE3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DD6909E"/>
  <w14:defaultImageDpi w14:val="32767"/>
  <w15:docId w15:val="{133E2C85-4851-4404-B7A6-BD1DF3945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665D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665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D01B0"/>
    <w:pPr>
      <w:spacing w:after="0" w:line="240" w:lineRule="auto"/>
    </w:pPr>
  </w:style>
  <w:style w:type="paragraph" w:customStyle="1" w:styleId="Odstavec">
    <w:name w:val="Odstavec"/>
    <w:basedOn w:val="Odstavecseseznamem"/>
    <w:rsid w:val="00246CA1"/>
    <w:pPr>
      <w:numPr>
        <w:numId w:val="39"/>
      </w:numPr>
      <w:autoSpaceDE w:val="0"/>
      <w:autoSpaceDN w:val="0"/>
      <w:adjustRightInd w:val="0"/>
      <w:spacing w:before="60" w:after="0" w:line="240" w:lineRule="auto"/>
      <w:ind w:left="714" w:hanging="357"/>
      <w:contextualSpacing w:val="0"/>
      <w:jc w:val="both"/>
      <w:outlineLvl w:val="0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Odrazkapro1a11">
    <w:name w:val="Odrazka pro 1 a 1.1"/>
    <w:basedOn w:val="Normln"/>
    <w:qFormat/>
    <w:rsid w:val="00A47E56"/>
    <w:pPr>
      <w:numPr>
        <w:numId w:val="40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A47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A47E56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CBE1817-673D-4886-BE48-5364E6C3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36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Farniková Veronika, Mgr. Bc.</cp:lastModifiedBy>
  <cp:revision>13</cp:revision>
  <cp:lastPrinted>2021-04-30T09:51:00Z</cp:lastPrinted>
  <dcterms:created xsi:type="dcterms:W3CDTF">2021-04-29T07:01:00Z</dcterms:created>
  <dcterms:modified xsi:type="dcterms:W3CDTF">2021-10-01T08:37:00Z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